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42A69">
        <w:trPr>
          <w:trHeight w:val="1562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2CBF8AC9" w:rsidR="00424ECA" w:rsidRPr="002B40AE" w:rsidRDefault="00FB6307" w:rsidP="00424ECA">
      <w:pPr>
        <w:spacing w:line="240" w:lineRule="auto"/>
        <w:rPr>
          <w:bCs/>
          <w:noProof/>
          <w:color w:val="000000" w:themeColor="text1"/>
        </w:rPr>
      </w:pPr>
      <w:r>
        <w:rPr>
          <w:color w:val="000000" w:themeColor="text1"/>
        </w:rPr>
        <w:t>P</w:t>
      </w:r>
      <w:r w:rsidR="00FE7355" w:rsidRPr="00FE7355">
        <w:rPr>
          <w:color w:val="000000" w:themeColor="text1"/>
        </w:rPr>
        <w:t>olitsei- ja Piirivalveamet</w:t>
      </w:r>
      <w:r w:rsidR="0014546A">
        <w:rPr>
          <w:color w:val="000000" w:themeColor="text1"/>
        </w:rPr>
        <w:tab/>
      </w:r>
      <w:r w:rsidR="0014546A">
        <w:rPr>
          <w:color w:val="000000" w:themeColor="text1"/>
        </w:rPr>
        <w:tab/>
      </w:r>
      <w:r w:rsidR="001A66C7" w:rsidRPr="00FA014B">
        <w:rPr>
          <w:bCs/>
          <w:noProof/>
          <w:color w:val="000000"/>
        </w:rPr>
        <w:tab/>
      </w:r>
      <w:r w:rsidR="003128E3" w:rsidRPr="00FA014B">
        <w:rPr>
          <w:bCs/>
          <w:noProof/>
          <w:color w:val="000000"/>
        </w:rPr>
        <w:tab/>
      </w:r>
      <w:r w:rsidR="001A66C7" w:rsidRPr="00FA014B">
        <w:rPr>
          <w:bCs/>
          <w:noProof/>
          <w:color w:val="000000"/>
        </w:rPr>
        <w:tab/>
      </w:r>
      <w:r w:rsidR="00424ECA" w:rsidRPr="00174E7F">
        <w:rPr>
          <w:bCs/>
          <w:noProof/>
        </w:rPr>
        <w:t xml:space="preserve">Meie </w:t>
      </w:r>
      <w:r w:rsidR="0014546A">
        <w:rPr>
          <w:bCs/>
          <w:noProof/>
        </w:rPr>
        <w:t>0</w:t>
      </w:r>
      <w:r w:rsidR="00FE7355">
        <w:rPr>
          <w:bCs/>
          <w:noProof/>
        </w:rPr>
        <w:t>8</w:t>
      </w:r>
      <w:r w:rsidR="00EE5ACF">
        <w:rPr>
          <w:bCs/>
          <w:noProof/>
        </w:rPr>
        <w:t>.</w:t>
      </w:r>
      <w:r w:rsidR="00FE7355">
        <w:rPr>
          <w:bCs/>
          <w:noProof/>
        </w:rPr>
        <w:t>0</w:t>
      </w:r>
      <w:r w:rsidR="00487580">
        <w:rPr>
          <w:bCs/>
          <w:noProof/>
        </w:rPr>
        <w:t>1</w:t>
      </w:r>
      <w:r w:rsidR="00EE5ACF">
        <w:rPr>
          <w:bCs/>
          <w:noProof/>
        </w:rPr>
        <w:t>.202</w:t>
      </w:r>
      <w:r w:rsidR="00FE7355">
        <w:rPr>
          <w:bCs/>
          <w:noProof/>
        </w:rPr>
        <w:t>4</w:t>
      </w:r>
      <w:r w:rsidR="00424ECA" w:rsidRPr="00174E7F">
        <w:rPr>
          <w:bCs/>
          <w:noProof/>
        </w:rPr>
        <w:t xml:space="preserve"> </w:t>
      </w:r>
      <w:r w:rsidR="00424ECA" w:rsidRPr="002B40AE">
        <w:rPr>
          <w:bCs/>
          <w:noProof/>
          <w:color w:val="000000" w:themeColor="text1"/>
        </w:rPr>
        <w:t>nr 12.2-10</w:t>
      </w:r>
      <w:r w:rsidR="00424ECA" w:rsidRPr="00446375">
        <w:rPr>
          <w:bCs/>
          <w:noProof/>
        </w:rPr>
        <w:t>/</w:t>
      </w:r>
      <w:r w:rsidR="00FE7355">
        <w:rPr>
          <w:bCs/>
          <w:noProof/>
        </w:rPr>
        <w:t>3</w:t>
      </w:r>
    </w:p>
    <w:p w14:paraId="57C1B3A2" w14:textId="303C6593" w:rsidR="001D07A0" w:rsidRPr="00EE5ACF" w:rsidRDefault="00424ECA" w:rsidP="00E87D79">
      <w:pPr>
        <w:pStyle w:val="Default"/>
        <w:rPr>
          <w:color w:val="auto"/>
        </w:rPr>
      </w:pPr>
      <w:r w:rsidRPr="00EE5ACF">
        <w:rPr>
          <w:color w:val="auto"/>
        </w:rPr>
        <w:t>e-post:</w:t>
      </w:r>
      <w:r w:rsidR="00D130F3" w:rsidRPr="00EE5ACF">
        <w:rPr>
          <w:color w:val="auto"/>
        </w:rPr>
        <w:t xml:space="preserve"> </w:t>
      </w:r>
      <w:hyperlink r:id="rId9" w:history="1">
        <w:r w:rsidR="00FE7355" w:rsidRPr="00D000C8">
          <w:rPr>
            <w:rStyle w:val="Hperlink"/>
          </w:rPr>
          <w:t>merike.klement@politsei.ee</w:t>
        </w:r>
      </w:hyperlink>
    </w:p>
    <w:p w14:paraId="5D6D5FD6" w14:textId="2B83F0CA" w:rsidR="00D6473B" w:rsidRDefault="00487580" w:rsidP="00E87D79">
      <w:pPr>
        <w:pStyle w:val="Default"/>
      </w:pPr>
      <w:r>
        <w:tab/>
      </w:r>
      <w:hyperlink r:id="rId10" w:history="1">
        <w:r w:rsidR="00FA3D26" w:rsidRPr="00D000C8">
          <w:rPr>
            <w:rStyle w:val="Hperlink"/>
          </w:rPr>
          <w:t>ppa@politsei.ee</w:t>
        </w:r>
      </w:hyperlink>
      <w:r>
        <w:t xml:space="preserve"> </w:t>
      </w:r>
    </w:p>
    <w:p w14:paraId="624D4900" w14:textId="77777777" w:rsidR="00365CC0" w:rsidRPr="00A06B76" w:rsidRDefault="00365CC0" w:rsidP="00365CC0">
      <w:pPr>
        <w:spacing w:line="240" w:lineRule="auto"/>
        <w:ind w:right="-1"/>
        <w:rPr>
          <w:noProof/>
          <w:color w:val="000000"/>
        </w:rPr>
      </w:pPr>
    </w:p>
    <w:p w14:paraId="49F67551" w14:textId="77777777" w:rsidR="00365CC0" w:rsidRPr="00DA257B" w:rsidRDefault="00365CC0" w:rsidP="00365CC0">
      <w:pPr>
        <w:spacing w:line="240" w:lineRule="auto"/>
        <w:ind w:right="-285"/>
        <w:rPr>
          <w:bCs/>
        </w:rPr>
      </w:pPr>
    </w:p>
    <w:p w14:paraId="0EFF88FC" w14:textId="472DF761" w:rsidR="00365CC0" w:rsidRPr="00DA257B" w:rsidRDefault="00301BB5" w:rsidP="00365CC0">
      <w:pPr>
        <w:spacing w:line="240" w:lineRule="auto"/>
        <w:ind w:right="-285"/>
        <w:rPr>
          <w:b/>
        </w:rPr>
      </w:pPr>
      <w:r>
        <w:rPr>
          <w:b/>
        </w:rPr>
        <w:t>T</w:t>
      </w:r>
      <w:r w:rsidR="00365CC0">
        <w:rPr>
          <w:b/>
        </w:rPr>
        <w:t>eade puudustega v</w:t>
      </w:r>
      <w:r w:rsidR="00365CC0" w:rsidRPr="00DA257B">
        <w:rPr>
          <w:b/>
        </w:rPr>
        <w:t xml:space="preserve">aidlustuse </w:t>
      </w:r>
      <w:r w:rsidR="00365CC0">
        <w:rPr>
          <w:b/>
        </w:rPr>
        <w:t>esitamisest</w:t>
      </w:r>
    </w:p>
    <w:p w14:paraId="7C36D5E1" w14:textId="3FFC85C9" w:rsidR="00365CC0" w:rsidRPr="004F093C" w:rsidRDefault="00365CC0" w:rsidP="00365CC0">
      <w:pPr>
        <w:spacing w:line="240" w:lineRule="auto"/>
        <w:ind w:right="-285"/>
      </w:pPr>
    </w:p>
    <w:p w14:paraId="55A53361" w14:textId="77777777" w:rsidR="004F093C" w:rsidRPr="004F093C" w:rsidRDefault="004F093C" w:rsidP="00365CC0">
      <w:pPr>
        <w:spacing w:line="240" w:lineRule="auto"/>
        <w:ind w:right="-285"/>
      </w:pPr>
    </w:p>
    <w:p w14:paraId="5EB80AA1" w14:textId="5CF5A18D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Teatame, et </w:t>
      </w:r>
      <w:proofErr w:type="spellStart"/>
      <w:r w:rsidR="00FE7355">
        <w:rPr>
          <w:bCs/>
        </w:rPr>
        <w:t>Heli-One</w:t>
      </w:r>
      <w:proofErr w:type="spellEnd"/>
      <w:r w:rsidR="00FE7355">
        <w:rPr>
          <w:bCs/>
        </w:rPr>
        <w:t xml:space="preserve"> (</w:t>
      </w:r>
      <w:proofErr w:type="spellStart"/>
      <w:r w:rsidR="00FE7355">
        <w:rPr>
          <w:bCs/>
        </w:rPr>
        <w:t>Norway</w:t>
      </w:r>
      <w:proofErr w:type="spellEnd"/>
      <w:r w:rsidR="00FE7355">
        <w:rPr>
          <w:bCs/>
        </w:rPr>
        <w:t>) AS</w:t>
      </w:r>
      <w:r w:rsidRPr="004F093C">
        <w:rPr>
          <w:bCs/>
        </w:rPr>
        <w:t xml:space="preserve"> on </w:t>
      </w:r>
      <w:r w:rsidR="0014546A">
        <w:rPr>
          <w:bCs/>
        </w:rPr>
        <w:t>0</w:t>
      </w:r>
      <w:r w:rsidR="00FE7355">
        <w:rPr>
          <w:bCs/>
        </w:rPr>
        <w:t>5</w:t>
      </w:r>
      <w:r w:rsidR="00712771">
        <w:rPr>
          <w:bCs/>
        </w:rPr>
        <w:t>.</w:t>
      </w:r>
      <w:r w:rsidR="00FE7355">
        <w:rPr>
          <w:bCs/>
        </w:rPr>
        <w:t>0</w:t>
      </w:r>
      <w:r w:rsidR="0014546A">
        <w:rPr>
          <w:bCs/>
        </w:rPr>
        <w:t>1</w:t>
      </w:r>
      <w:r w:rsidR="00712771">
        <w:rPr>
          <w:bCs/>
        </w:rPr>
        <w:t>.202</w:t>
      </w:r>
      <w:r w:rsidR="00FE7355">
        <w:rPr>
          <w:bCs/>
        </w:rPr>
        <w:t>4</w:t>
      </w:r>
      <w:r w:rsidR="00712771">
        <w:rPr>
          <w:bCs/>
        </w:rPr>
        <w:t xml:space="preserve"> </w:t>
      </w:r>
      <w:r w:rsidRPr="004F093C">
        <w:rPr>
          <w:bCs/>
        </w:rPr>
        <w:t xml:space="preserve">esitanud Riigihangete vaidlustuskomisjonile (edaspidi vaidlustuskomisjon) vaidlustuse </w:t>
      </w:r>
      <w:r w:rsidR="00FE7355" w:rsidRPr="00FE7355">
        <w:rPr>
          <w:color w:val="000000" w:themeColor="text1"/>
        </w:rPr>
        <w:t>Politsei- ja Piirivalveamet</w:t>
      </w:r>
      <w:r w:rsidR="00FE7355" w:rsidRPr="004F093C">
        <w:rPr>
          <w:bCs/>
        </w:rPr>
        <w:t xml:space="preserve"> </w:t>
      </w:r>
      <w:r w:rsidRPr="004F093C">
        <w:rPr>
          <w:bCs/>
        </w:rPr>
        <w:t xml:space="preserve">riigihankes </w:t>
      </w:r>
      <w:r w:rsidR="004F093C" w:rsidRPr="004F093C">
        <w:rPr>
          <w:bCs/>
        </w:rPr>
        <w:t>„</w:t>
      </w:r>
      <w:r w:rsidR="00FE7355" w:rsidRPr="00FE7355">
        <w:rPr>
          <w:rFonts w:eastAsia="Garamond"/>
        </w:rPr>
        <w:t xml:space="preserve">1200 </w:t>
      </w:r>
      <w:proofErr w:type="spellStart"/>
      <w:r w:rsidR="00FE7355" w:rsidRPr="00FE7355">
        <w:rPr>
          <w:rFonts w:eastAsia="Garamond"/>
        </w:rPr>
        <w:t>hours</w:t>
      </w:r>
      <w:proofErr w:type="spellEnd"/>
      <w:r w:rsidR="00FE7355" w:rsidRPr="00FE7355">
        <w:rPr>
          <w:rFonts w:eastAsia="Garamond"/>
        </w:rPr>
        <w:t xml:space="preserve">/4 </w:t>
      </w:r>
      <w:proofErr w:type="spellStart"/>
      <w:r w:rsidR="00FE7355" w:rsidRPr="00FE7355">
        <w:rPr>
          <w:rFonts w:eastAsia="Garamond"/>
        </w:rPr>
        <w:t>years</w:t>
      </w:r>
      <w:proofErr w:type="spellEnd"/>
      <w:r w:rsidR="00FE7355" w:rsidRPr="00FE7355">
        <w:rPr>
          <w:rFonts w:eastAsia="Garamond"/>
        </w:rPr>
        <w:t xml:space="preserve"> and/</w:t>
      </w:r>
      <w:proofErr w:type="spellStart"/>
      <w:r w:rsidR="00FE7355" w:rsidRPr="00FE7355">
        <w:rPr>
          <w:rFonts w:eastAsia="Garamond"/>
        </w:rPr>
        <w:t>or</w:t>
      </w:r>
      <w:proofErr w:type="spellEnd"/>
      <w:r w:rsidR="00FE7355" w:rsidRPr="00FE7355">
        <w:rPr>
          <w:rFonts w:eastAsia="Garamond"/>
        </w:rPr>
        <w:t xml:space="preserve"> 2400 </w:t>
      </w:r>
      <w:proofErr w:type="spellStart"/>
      <w:r w:rsidR="00FE7355" w:rsidRPr="00FE7355">
        <w:rPr>
          <w:rFonts w:eastAsia="Garamond"/>
        </w:rPr>
        <w:t>hours</w:t>
      </w:r>
      <w:proofErr w:type="spellEnd"/>
      <w:r w:rsidR="00FE7355" w:rsidRPr="00FE7355">
        <w:rPr>
          <w:rFonts w:eastAsia="Garamond"/>
        </w:rPr>
        <w:t xml:space="preserve">/8 </w:t>
      </w:r>
      <w:proofErr w:type="spellStart"/>
      <w:r w:rsidR="00FE7355" w:rsidRPr="00FE7355">
        <w:rPr>
          <w:rFonts w:eastAsia="Garamond"/>
        </w:rPr>
        <w:t>years</w:t>
      </w:r>
      <w:proofErr w:type="spellEnd"/>
      <w:r w:rsidR="00FE7355" w:rsidRPr="00FE7355">
        <w:rPr>
          <w:rFonts w:eastAsia="Garamond"/>
        </w:rPr>
        <w:t xml:space="preserve"> </w:t>
      </w:r>
      <w:proofErr w:type="spellStart"/>
      <w:r w:rsidR="00FE7355" w:rsidRPr="00FE7355">
        <w:rPr>
          <w:rFonts w:eastAsia="Garamond"/>
        </w:rPr>
        <w:t>inspection</w:t>
      </w:r>
      <w:proofErr w:type="spellEnd"/>
      <w:r w:rsidR="00FE7355" w:rsidRPr="00FE7355">
        <w:rPr>
          <w:rFonts w:eastAsia="Garamond"/>
        </w:rPr>
        <w:t xml:space="preserve"> and </w:t>
      </w:r>
      <w:proofErr w:type="spellStart"/>
      <w:r w:rsidR="00FE7355" w:rsidRPr="00FE7355">
        <w:rPr>
          <w:rFonts w:eastAsia="Garamond"/>
        </w:rPr>
        <w:t>modifications</w:t>
      </w:r>
      <w:proofErr w:type="spellEnd"/>
      <w:r w:rsidR="00FE7355" w:rsidRPr="00FE7355">
        <w:rPr>
          <w:rFonts w:eastAsia="Garamond"/>
        </w:rPr>
        <w:t xml:space="preserve"> of Leonardo AW139 </w:t>
      </w:r>
      <w:proofErr w:type="spellStart"/>
      <w:r w:rsidR="00FE7355" w:rsidRPr="00FE7355">
        <w:rPr>
          <w:rFonts w:eastAsia="Garamond"/>
        </w:rPr>
        <w:t>helicopters</w:t>
      </w:r>
      <w:proofErr w:type="spellEnd"/>
      <w:r w:rsidRPr="004F093C">
        <w:rPr>
          <w:rFonts w:eastAsia="Garamond"/>
        </w:rPr>
        <w:t xml:space="preserve">“ (viitenumber </w:t>
      </w:r>
      <w:r w:rsidR="00FE7355">
        <w:rPr>
          <w:rFonts w:eastAsia="Garamond"/>
        </w:rPr>
        <w:t>267423</w:t>
      </w:r>
      <w:r w:rsidRPr="004F093C">
        <w:t>)</w:t>
      </w:r>
      <w:r w:rsidRPr="004F093C">
        <w:rPr>
          <w:bCs/>
        </w:rPr>
        <w:t>.</w:t>
      </w:r>
    </w:p>
    <w:p w14:paraId="557C9FEC" w14:textId="77777777" w:rsidR="00365CC0" w:rsidRPr="004F093C" w:rsidRDefault="00365CC0" w:rsidP="00365CC0">
      <w:pPr>
        <w:spacing w:line="240" w:lineRule="auto"/>
        <w:ind w:right="-285"/>
        <w:rPr>
          <w:bCs/>
        </w:rPr>
      </w:pPr>
    </w:p>
    <w:p w14:paraId="29100DFB" w14:textId="77777777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Vaidlustuskomisjon tagastas RHS § </w:t>
      </w:r>
      <w:r w:rsidRPr="004F093C">
        <w:t>§ 192 lg 2 alusel v</w:t>
      </w:r>
      <w:r w:rsidRPr="004F093C">
        <w:rPr>
          <w:bCs/>
        </w:rPr>
        <w:t>aidlustuse puuduste kõrvaldamiseks.</w:t>
      </w:r>
    </w:p>
    <w:p w14:paraId="1D0154A1" w14:textId="77777777" w:rsidR="00034B07" w:rsidRDefault="00034B07" w:rsidP="00365CC0">
      <w:pPr>
        <w:spacing w:line="240" w:lineRule="auto"/>
        <w:ind w:right="-285"/>
        <w:rPr>
          <w:bCs/>
        </w:rPr>
      </w:pPr>
    </w:p>
    <w:p w14:paraId="67F52994" w14:textId="786A31B1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>Edastame Teile vaidlustuse pärast puuduste kõrvaldamist (RHS § 194 lg 3) või teatame kohe, kui vaidlustaja ei kõrvalda puudusi seaduses ettenähtud 2-tööpäevase tähtaja jooksul.</w:t>
      </w:r>
    </w:p>
    <w:p w14:paraId="4348F2F9" w14:textId="77777777" w:rsidR="00365CC0" w:rsidRPr="004F093C" w:rsidRDefault="00365CC0" w:rsidP="00365CC0">
      <w:pPr>
        <w:spacing w:line="240" w:lineRule="auto"/>
        <w:ind w:right="-285"/>
        <w:rPr>
          <w:bCs/>
        </w:rPr>
      </w:pPr>
    </w:p>
    <w:p w14:paraId="609E1CFC" w14:textId="1EF4B1EA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Tulenevalt RHS § 194 </w:t>
      </w:r>
      <w:proofErr w:type="spellStart"/>
      <w:r w:rsidRPr="004F093C">
        <w:rPr>
          <w:bCs/>
        </w:rPr>
        <w:t>lg-st</w:t>
      </w:r>
      <w:proofErr w:type="spellEnd"/>
      <w:r w:rsidRPr="004F093C">
        <w:rPr>
          <w:bCs/>
        </w:rPr>
        <w:t xml:space="preserve"> 4 ei ole hankijal õigust sõlmida </w:t>
      </w:r>
      <w:r w:rsidR="00414A04">
        <w:rPr>
          <w:bCs/>
        </w:rPr>
        <w:t xml:space="preserve">selles </w:t>
      </w:r>
      <w:r w:rsidRPr="004F093C">
        <w:rPr>
          <w:bCs/>
        </w:rPr>
        <w:t xml:space="preserve">riigihankes </w:t>
      </w:r>
      <w:r w:rsidR="00414A04">
        <w:rPr>
          <w:bCs/>
        </w:rPr>
        <w:t>raam</w:t>
      </w:r>
      <w:r w:rsidRPr="004F093C">
        <w:rPr>
          <w:bCs/>
        </w:rPr>
        <w:t>lepingut käesoleva teate saamisest kuni §-s 201 sätestatud tingimuste saabumiseni.</w:t>
      </w:r>
    </w:p>
    <w:p w14:paraId="597D0D53" w14:textId="73088362" w:rsidR="005605D5" w:rsidRPr="004F093C" w:rsidRDefault="005605D5" w:rsidP="00147760">
      <w:pPr>
        <w:pStyle w:val="Vahedeta"/>
        <w:rPr>
          <w:rFonts w:cs="Times New Roman"/>
          <w:szCs w:val="24"/>
        </w:rPr>
      </w:pPr>
    </w:p>
    <w:p w14:paraId="28A53460" w14:textId="64D6FE65" w:rsidR="00365CC0" w:rsidRDefault="00365CC0" w:rsidP="00147760">
      <w:pPr>
        <w:pStyle w:val="Vahedeta"/>
        <w:rPr>
          <w:szCs w:val="24"/>
        </w:rPr>
      </w:pPr>
    </w:p>
    <w:p w14:paraId="6CA3ECA9" w14:textId="77777777" w:rsidR="00365CC0" w:rsidRDefault="00365CC0" w:rsidP="00147760">
      <w:pPr>
        <w:pStyle w:val="Vahedeta"/>
        <w:rPr>
          <w:szCs w:val="24"/>
        </w:rPr>
      </w:pPr>
    </w:p>
    <w:p w14:paraId="1899A917" w14:textId="637A1B09" w:rsidR="00D055E7" w:rsidRPr="00F43E6C" w:rsidRDefault="00D055E7" w:rsidP="00ED0268">
      <w:pPr>
        <w:pStyle w:val="Vahedeta"/>
        <w:rPr>
          <w:szCs w:val="24"/>
        </w:rPr>
      </w:pPr>
      <w:r w:rsidRPr="00F43E6C">
        <w:rPr>
          <w:szCs w:val="24"/>
        </w:rPr>
        <w:t>Lugupidamisega</w:t>
      </w:r>
    </w:p>
    <w:p w14:paraId="1D6C1DC3" w14:textId="3DB0F564" w:rsidR="00C203AC" w:rsidRDefault="00C203AC" w:rsidP="00ED0268">
      <w:pPr>
        <w:pStyle w:val="Vahedeta"/>
        <w:rPr>
          <w:szCs w:val="24"/>
        </w:rPr>
      </w:pPr>
    </w:p>
    <w:p w14:paraId="48C2DF69" w14:textId="77019010" w:rsidR="004F093C" w:rsidRDefault="004F093C" w:rsidP="00ED0268">
      <w:pPr>
        <w:pStyle w:val="Vahedeta"/>
        <w:rPr>
          <w:szCs w:val="24"/>
        </w:rPr>
      </w:pPr>
    </w:p>
    <w:p w14:paraId="1200BC9D" w14:textId="77777777" w:rsidR="004F093C" w:rsidRDefault="004F093C" w:rsidP="00ED0268">
      <w:pPr>
        <w:pStyle w:val="Vahedeta"/>
        <w:rPr>
          <w:szCs w:val="24"/>
        </w:rPr>
      </w:pPr>
    </w:p>
    <w:p w14:paraId="31A4C004" w14:textId="1D1DDB20" w:rsidR="00FF444D" w:rsidRPr="00F43E6C" w:rsidRDefault="00B537E8" w:rsidP="00ED0268">
      <w:pPr>
        <w:pStyle w:val="Vahedeta"/>
        <w:rPr>
          <w:szCs w:val="24"/>
        </w:rPr>
      </w:pPr>
      <w:r w:rsidRPr="00F43E6C">
        <w:rPr>
          <w:szCs w:val="24"/>
        </w:rPr>
        <w:t>(allkirjastatud digitaalselt)</w:t>
      </w:r>
    </w:p>
    <w:p w14:paraId="186714E0" w14:textId="7398D3FE" w:rsidR="00D055E7" w:rsidRPr="00F43E6C" w:rsidRDefault="006E10D5" w:rsidP="00ED0268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45988A6D" w14:textId="77777777" w:rsidR="00D055E7" w:rsidRPr="00F43E6C" w:rsidRDefault="00D055E7" w:rsidP="00ED0268">
      <w:pPr>
        <w:pStyle w:val="Vahedeta"/>
        <w:rPr>
          <w:szCs w:val="24"/>
        </w:rPr>
      </w:pPr>
      <w:r w:rsidRPr="00F43E6C">
        <w:rPr>
          <w:szCs w:val="24"/>
        </w:rPr>
        <w:t>Riigihangete vaidlustuskomisjoni liige</w:t>
      </w:r>
    </w:p>
    <w:p w14:paraId="1FDF909A" w14:textId="70C9DA55" w:rsidR="00C203AC" w:rsidRDefault="00C203AC" w:rsidP="00ED0268">
      <w:pPr>
        <w:pStyle w:val="Vahedeta"/>
        <w:rPr>
          <w:szCs w:val="24"/>
        </w:rPr>
      </w:pPr>
    </w:p>
    <w:p w14:paraId="7CFBD94B" w14:textId="77777777" w:rsidR="00487580" w:rsidRDefault="00487580" w:rsidP="00ED0268">
      <w:pPr>
        <w:pStyle w:val="Vahedeta"/>
        <w:rPr>
          <w:szCs w:val="24"/>
        </w:rPr>
      </w:pPr>
    </w:p>
    <w:p w14:paraId="052BA93F" w14:textId="77777777" w:rsidR="00487580" w:rsidRDefault="00487580" w:rsidP="00ED0268">
      <w:pPr>
        <w:pStyle w:val="Vahedeta"/>
        <w:rPr>
          <w:szCs w:val="24"/>
        </w:rPr>
      </w:pPr>
    </w:p>
    <w:p w14:paraId="20000A23" w14:textId="77777777" w:rsidR="00487580" w:rsidRDefault="00487580" w:rsidP="00ED0268">
      <w:pPr>
        <w:pStyle w:val="Vahedeta"/>
        <w:rPr>
          <w:szCs w:val="24"/>
        </w:rPr>
      </w:pPr>
    </w:p>
    <w:p w14:paraId="698F8652" w14:textId="77777777" w:rsidR="00487580" w:rsidRPr="003D4577" w:rsidRDefault="00487580" w:rsidP="00487580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r:id="rId11" w:history="1">
        <w:r w:rsidRPr="002D7ED8">
          <w:rPr>
            <w:rStyle w:val="Hperlink"/>
            <w:szCs w:val="24"/>
          </w:rPr>
          <w:t>mari-ann.sinimaa@fin.ee</w:t>
        </w:r>
      </w:hyperlink>
    </w:p>
    <w:p w14:paraId="3A9B0EB2" w14:textId="77777777" w:rsidR="00487580" w:rsidRDefault="00487580" w:rsidP="00ED0268">
      <w:pPr>
        <w:pStyle w:val="Vahedeta"/>
        <w:rPr>
          <w:szCs w:val="24"/>
        </w:rPr>
      </w:pPr>
    </w:p>
    <w:sectPr w:rsidR="00487580" w:rsidSect="00BD31FF">
      <w:footerReference w:type="default" r:id="rId12"/>
      <w:footerReference w:type="first" r:id="rId13"/>
      <w:pgSz w:w="11906" w:h="16838" w:code="9"/>
      <w:pgMar w:top="907" w:right="1021" w:bottom="993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7261" w14:textId="77777777" w:rsidR="00E87CB4" w:rsidRDefault="00E87CB4" w:rsidP="00DF44DF">
      <w:r>
        <w:separator/>
      </w:r>
    </w:p>
  </w:endnote>
  <w:endnote w:type="continuationSeparator" w:id="0">
    <w:p w14:paraId="2CB763EB" w14:textId="77777777" w:rsidR="00E87CB4" w:rsidRDefault="00E87CB4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02B7B6B4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8C76FB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8C76FB">
      <w:rPr>
        <w:noProof/>
      </w:rPr>
      <w:t>2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7777777" w:rsidR="00AE3DC3" w:rsidRPr="000A17B5" w:rsidRDefault="00AE3DC3" w:rsidP="000A17B5">
    <w:pPr>
      <w:pStyle w:val="Jalus1"/>
    </w:pPr>
    <w:r>
      <w:t>Endla 13</w:t>
    </w:r>
    <w:r w:rsidRPr="000A17B5">
      <w:t xml:space="preserve"> / </w:t>
    </w:r>
    <w:r>
      <w:t>10122</w:t>
    </w:r>
    <w:r w:rsidRPr="000A17B5">
      <w:t xml:space="preserve"> Tallinn</w:t>
    </w:r>
    <w:r>
      <w:t xml:space="preserve"> (postiaadress)</w:t>
    </w:r>
    <w:r w:rsidRPr="000A17B5">
      <w:t xml:space="preserve"> / </w:t>
    </w:r>
    <w:r>
      <w:t>Lõkk</w:t>
    </w:r>
    <w:r w:rsidR="00AA6E72">
      <w:t>e 5 (asukoha aadress) / 611 3713</w:t>
    </w:r>
    <w:r w:rsidRPr="000A17B5">
      <w:t xml:space="preserve"> / </w:t>
    </w:r>
    <w:r>
      <w:t>vako</w:t>
    </w:r>
    <w:r w:rsidRPr="000A17B5">
      <w:t>@</w:t>
    </w:r>
    <w:r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7CC3" w14:textId="77777777" w:rsidR="00E87CB4" w:rsidRDefault="00E87CB4" w:rsidP="00DF44DF">
      <w:r>
        <w:separator/>
      </w:r>
    </w:p>
  </w:footnote>
  <w:footnote w:type="continuationSeparator" w:id="0">
    <w:p w14:paraId="40998259" w14:textId="77777777" w:rsidR="00E87CB4" w:rsidRDefault="00E87CB4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F3CBB"/>
    <w:multiLevelType w:val="hybridMultilevel"/>
    <w:tmpl w:val="1CE49C2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161AA"/>
    <w:multiLevelType w:val="hybridMultilevel"/>
    <w:tmpl w:val="EC78592E"/>
    <w:lvl w:ilvl="0" w:tplc="9920FB98">
      <w:start w:val="1"/>
      <w:numFmt w:val="upperRoman"/>
      <w:lvlText w:val="%1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E4994">
      <w:start w:val="1"/>
      <w:numFmt w:val="decimal"/>
      <w:lvlRestart w:val="0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226CCC">
      <w:start w:val="1"/>
      <w:numFmt w:val="lowerRoman"/>
      <w:lvlText w:val="%3)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0169C">
      <w:start w:val="1"/>
      <w:numFmt w:val="lowerLetter"/>
      <w:lvlText w:val="%4."/>
      <w:lvlJc w:val="left"/>
      <w:pPr>
        <w:ind w:left="1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A07C7A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2050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6023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A89F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A6676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046564">
    <w:abstractNumId w:val="1"/>
  </w:num>
  <w:num w:numId="2" w16cid:durableId="786196752">
    <w:abstractNumId w:val="2"/>
  </w:num>
  <w:num w:numId="3" w16cid:durableId="91123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4B07"/>
    <w:rsid w:val="00040C8A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B31FB"/>
    <w:rsid w:val="000C156A"/>
    <w:rsid w:val="000C16B6"/>
    <w:rsid w:val="000C1F5B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46A"/>
    <w:rsid w:val="00145A5A"/>
    <w:rsid w:val="001476DB"/>
    <w:rsid w:val="00147760"/>
    <w:rsid w:val="001512AE"/>
    <w:rsid w:val="0015130A"/>
    <w:rsid w:val="001523BD"/>
    <w:rsid w:val="00153063"/>
    <w:rsid w:val="001549B1"/>
    <w:rsid w:val="00156F04"/>
    <w:rsid w:val="00163532"/>
    <w:rsid w:val="0016457E"/>
    <w:rsid w:val="001667FC"/>
    <w:rsid w:val="00167C61"/>
    <w:rsid w:val="00170BBA"/>
    <w:rsid w:val="00174E7F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0F7"/>
    <w:rsid w:val="001A66C7"/>
    <w:rsid w:val="001A7D04"/>
    <w:rsid w:val="001B0A30"/>
    <w:rsid w:val="001B3776"/>
    <w:rsid w:val="001B399C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A9A"/>
    <w:rsid w:val="001E7C4A"/>
    <w:rsid w:val="001F1C39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4B71"/>
    <w:rsid w:val="002A4266"/>
    <w:rsid w:val="002A6C9E"/>
    <w:rsid w:val="002A7ABE"/>
    <w:rsid w:val="002B1BC6"/>
    <w:rsid w:val="002B40AE"/>
    <w:rsid w:val="002B6C88"/>
    <w:rsid w:val="002B753A"/>
    <w:rsid w:val="002C220A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763"/>
    <w:rsid w:val="00301BB5"/>
    <w:rsid w:val="0030408A"/>
    <w:rsid w:val="00306D73"/>
    <w:rsid w:val="0031082B"/>
    <w:rsid w:val="003128E3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5CC0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40146E"/>
    <w:rsid w:val="00402A21"/>
    <w:rsid w:val="00402B8D"/>
    <w:rsid w:val="00402C09"/>
    <w:rsid w:val="00404795"/>
    <w:rsid w:val="0041164B"/>
    <w:rsid w:val="0041221F"/>
    <w:rsid w:val="004123FF"/>
    <w:rsid w:val="0041371D"/>
    <w:rsid w:val="00414A04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0D88"/>
    <w:rsid w:val="00441D6A"/>
    <w:rsid w:val="00441DB0"/>
    <w:rsid w:val="0044203D"/>
    <w:rsid w:val="00443EAF"/>
    <w:rsid w:val="00444647"/>
    <w:rsid w:val="00445980"/>
    <w:rsid w:val="00446375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87580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0F9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F093C"/>
    <w:rsid w:val="004F181B"/>
    <w:rsid w:val="004F3EBE"/>
    <w:rsid w:val="004F43F2"/>
    <w:rsid w:val="004F694B"/>
    <w:rsid w:val="005007CF"/>
    <w:rsid w:val="00501FDC"/>
    <w:rsid w:val="00505871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5D5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589"/>
    <w:rsid w:val="00587557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5EEC"/>
    <w:rsid w:val="005E05B5"/>
    <w:rsid w:val="005E3AED"/>
    <w:rsid w:val="005E45BB"/>
    <w:rsid w:val="005E5490"/>
    <w:rsid w:val="005F2D44"/>
    <w:rsid w:val="005F3068"/>
    <w:rsid w:val="005F6FFE"/>
    <w:rsid w:val="005F77BA"/>
    <w:rsid w:val="00601CBE"/>
    <w:rsid w:val="00602834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0B37"/>
    <w:rsid w:val="00681B4D"/>
    <w:rsid w:val="00683BEC"/>
    <w:rsid w:val="00690899"/>
    <w:rsid w:val="00691B3D"/>
    <w:rsid w:val="006A01AC"/>
    <w:rsid w:val="006A2A46"/>
    <w:rsid w:val="006A2B89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E10D5"/>
    <w:rsid w:val="006E16BD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2771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1968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0210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1D49"/>
    <w:rsid w:val="00873BBB"/>
    <w:rsid w:val="00887DF8"/>
    <w:rsid w:val="008901E2"/>
    <w:rsid w:val="00890891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C76FB"/>
    <w:rsid w:val="008D4634"/>
    <w:rsid w:val="008E1097"/>
    <w:rsid w:val="008E5B14"/>
    <w:rsid w:val="008E5D61"/>
    <w:rsid w:val="008E5F39"/>
    <w:rsid w:val="008E6F3C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1B4B"/>
    <w:rsid w:val="009B3BFA"/>
    <w:rsid w:val="009D00FF"/>
    <w:rsid w:val="009D1810"/>
    <w:rsid w:val="009D38E2"/>
    <w:rsid w:val="009D618F"/>
    <w:rsid w:val="009D7F12"/>
    <w:rsid w:val="009E02C2"/>
    <w:rsid w:val="009E3028"/>
    <w:rsid w:val="009E505B"/>
    <w:rsid w:val="009E7F4A"/>
    <w:rsid w:val="009F05C7"/>
    <w:rsid w:val="009F123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7D50"/>
    <w:rsid w:val="00B27E06"/>
    <w:rsid w:val="00B322AC"/>
    <w:rsid w:val="00B35804"/>
    <w:rsid w:val="00B35F1B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BF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1FF"/>
    <w:rsid w:val="00BD396D"/>
    <w:rsid w:val="00BD3CCF"/>
    <w:rsid w:val="00BD5006"/>
    <w:rsid w:val="00BD57C1"/>
    <w:rsid w:val="00BD6668"/>
    <w:rsid w:val="00BE0CC9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3AC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A69"/>
    <w:rsid w:val="00C42E1B"/>
    <w:rsid w:val="00C46E6D"/>
    <w:rsid w:val="00C474E9"/>
    <w:rsid w:val="00C47D4E"/>
    <w:rsid w:val="00C52E29"/>
    <w:rsid w:val="00C53ADB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773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E87"/>
    <w:rsid w:val="00CB6305"/>
    <w:rsid w:val="00CB7802"/>
    <w:rsid w:val="00CC1C6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164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473B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2EA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0885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6BB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2FA6"/>
    <w:rsid w:val="00E03DBB"/>
    <w:rsid w:val="00E109B8"/>
    <w:rsid w:val="00E12823"/>
    <w:rsid w:val="00E12A47"/>
    <w:rsid w:val="00E14903"/>
    <w:rsid w:val="00E14BC0"/>
    <w:rsid w:val="00E17EE3"/>
    <w:rsid w:val="00E21272"/>
    <w:rsid w:val="00E2159F"/>
    <w:rsid w:val="00E24012"/>
    <w:rsid w:val="00E247EA"/>
    <w:rsid w:val="00E255A5"/>
    <w:rsid w:val="00E27E1A"/>
    <w:rsid w:val="00E40F8B"/>
    <w:rsid w:val="00E41706"/>
    <w:rsid w:val="00E43A63"/>
    <w:rsid w:val="00E43F7E"/>
    <w:rsid w:val="00E44B73"/>
    <w:rsid w:val="00E469BC"/>
    <w:rsid w:val="00E47881"/>
    <w:rsid w:val="00E5076C"/>
    <w:rsid w:val="00E51DD7"/>
    <w:rsid w:val="00E54681"/>
    <w:rsid w:val="00E57A64"/>
    <w:rsid w:val="00E6013B"/>
    <w:rsid w:val="00E61B8B"/>
    <w:rsid w:val="00E70582"/>
    <w:rsid w:val="00E742EF"/>
    <w:rsid w:val="00E74567"/>
    <w:rsid w:val="00E775D8"/>
    <w:rsid w:val="00E7782C"/>
    <w:rsid w:val="00E80638"/>
    <w:rsid w:val="00E83153"/>
    <w:rsid w:val="00E843E6"/>
    <w:rsid w:val="00E866B7"/>
    <w:rsid w:val="00E87CB4"/>
    <w:rsid w:val="00E87D79"/>
    <w:rsid w:val="00E87EDB"/>
    <w:rsid w:val="00E9177C"/>
    <w:rsid w:val="00E93AC6"/>
    <w:rsid w:val="00E93C38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0268"/>
    <w:rsid w:val="00ED19CC"/>
    <w:rsid w:val="00ED233C"/>
    <w:rsid w:val="00ED7142"/>
    <w:rsid w:val="00ED7D12"/>
    <w:rsid w:val="00EE03E9"/>
    <w:rsid w:val="00EE2CA9"/>
    <w:rsid w:val="00EE2D8B"/>
    <w:rsid w:val="00EE3238"/>
    <w:rsid w:val="00EE514F"/>
    <w:rsid w:val="00EE5ACF"/>
    <w:rsid w:val="00EE63F8"/>
    <w:rsid w:val="00EE6902"/>
    <w:rsid w:val="00EF0046"/>
    <w:rsid w:val="00EF161A"/>
    <w:rsid w:val="00EF1971"/>
    <w:rsid w:val="00EF1999"/>
    <w:rsid w:val="00EF2A73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14B"/>
    <w:rsid w:val="00FA02E6"/>
    <w:rsid w:val="00FA1F9F"/>
    <w:rsid w:val="00FA20D1"/>
    <w:rsid w:val="00FA3D26"/>
    <w:rsid w:val="00FA7AA9"/>
    <w:rsid w:val="00FB002F"/>
    <w:rsid w:val="00FB057E"/>
    <w:rsid w:val="00FB0EDD"/>
    <w:rsid w:val="00FB18B0"/>
    <w:rsid w:val="00FB6238"/>
    <w:rsid w:val="00FB6307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460F"/>
    <w:rsid w:val="00FE7355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A2A4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C42A69"/>
    <w:rPr>
      <w:color w:val="605E5C"/>
      <w:shd w:val="clear" w:color="auto" w:fill="E1DFDD"/>
    </w:rPr>
  </w:style>
  <w:style w:type="character" w:customStyle="1" w:styleId="Lahendamatamainimine7">
    <w:name w:val="Lahendamata mainimine7"/>
    <w:basedOn w:val="Liguvaikefont"/>
    <w:uiPriority w:val="99"/>
    <w:semiHidden/>
    <w:unhideWhenUsed/>
    <w:rsid w:val="00C203AC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A2A46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  <w:style w:type="character" w:customStyle="1" w:styleId="break-word">
    <w:name w:val="break-word"/>
    <w:basedOn w:val="Liguvaikefont"/>
    <w:rsid w:val="006A2A46"/>
  </w:style>
  <w:style w:type="character" w:customStyle="1" w:styleId="Lahendamatamainimine8">
    <w:name w:val="Lahendamata mainimine8"/>
    <w:basedOn w:val="Liguvaikefont"/>
    <w:uiPriority w:val="99"/>
    <w:semiHidden/>
    <w:unhideWhenUsed/>
    <w:rsid w:val="00DE26BB"/>
    <w:rPr>
      <w:color w:val="605E5C"/>
      <w:shd w:val="clear" w:color="auto" w:fill="E1DFDD"/>
    </w:rPr>
  </w:style>
  <w:style w:type="character" w:customStyle="1" w:styleId="Lahendamatamainimine9">
    <w:name w:val="Lahendamata mainimine9"/>
    <w:basedOn w:val="Liguvaikefont"/>
    <w:uiPriority w:val="99"/>
    <w:semiHidden/>
    <w:unhideWhenUsed/>
    <w:rsid w:val="00890891"/>
    <w:rPr>
      <w:color w:val="605E5C"/>
      <w:shd w:val="clear" w:color="auto" w:fill="E1DFDD"/>
    </w:rPr>
  </w:style>
  <w:style w:type="character" w:customStyle="1" w:styleId="Lahendamatamainimine10">
    <w:name w:val="Lahendamata mainimine10"/>
    <w:basedOn w:val="Liguvaikefont"/>
    <w:uiPriority w:val="99"/>
    <w:semiHidden/>
    <w:unhideWhenUsed/>
    <w:rsid w:val="00294B71"/>
    <w:rPr>
      <w:color w:val="605E5C"/>
      <w:shd w:val="clear" w:color="auto" w:fill="E1DFDD"/>
    </w:rPr>
  </w:style>
  <w:style w:type="character" w:customStyle="1" w:styleId="Lahendamatamainimine11">
    <w:name w:val="Lahendamata mainimine11"/>
    <w:basedOn w:val="Liguvaikefont"/>
    <w:uiPriority w:val="99"/>
    <w:semiHidden/>
    <w:unhideWhenUsed/>
    <w:rsid w:val="00EE5AC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48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pa@politse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ike.klement@politsei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DACFD39-FD7A-47A4-98D9-941EEE1E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8</TotalTime>
  <Pages>1</Pages>
  <Words>175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Ulvi.Reimets@fin.ee</dc:creator>
  <cp:lastModifiedBy>Ulvi Reimets</cp:lastModifiedBy>
  <cp:revision>5</cp:revision>
  <cp:lastPrinted>2022-10-17T09:04:00Z</cp:lastPrinted>
  <dcterms:created xsi:type="dcterms:W3CDTF">2024-01-08T06:59:00Z</dcterms:created>
  <dcterms:modified xsi:type="dcterms:W3CDTF">2024-01-08T07:19:00Z</dcterms:modified>
</cp:coreProperties>
</file>